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7C1" w:rsidRDefault="00883C40" w:rsidP="00D250B3">
      <w:pPr>
        <w:jc w:val="center"/>
        <w:rPr>
          <w:b/>
          <w:sz w:val="24"/>
          <w:szCs w:val="24"/>
        </w:rPr>
      </w:pPr>
      <w:r>
        <w:rPr>
          <w:b/>
          <w:sz w:val="24"/>
          <w:szCs w:val="24"/>
        </w:rPr>
        <w:t xml:space="preserve">K-12 EDUCATION </w:t>
      </w:r>
      <w:r w:rsidR="00D250B3" w:rsidRPr="00D250B3">
        <w:rPr>
          <w:b/>
          <w:sz w:val="24"/>
          <w:szCs w:val="24"/>
        </w:rPr>
        <w:t>VIDEO SUMMARIES</w:t>
      </w:r>
    </w:p>
    <w:p w:rsidR="008D153B" w:rsidRPr="00D250B3" w:rsidRDefault="008D153B" w:rsidP="00D250B3">
      <w:pPr>
        <w:jc w:val="center"/>
        <w:rPr>
          <w:b/>
          <w:sz w:val="24"/>
          <w:szCs w:val="24"/>
        </w:rPr>
      </w:pPr>
    </w:p>
    <w:p w:rsidR="00D250B3" w:rsidRDefault="00D250B3" w:rsidP="00D250B3">
      <w:r>
        <w:t>Video 1: Title: _</w:t>
      </w:r>
      <w:r w:rsidR="00065094">
        <w:t>Power of 10---Math-A-Tube</w:t>
      </w:r>
      <w:r>
        <w:t>_____</w:t>
      </w:r>
    </w:p>
    <w:p w:rsidR="00D250B3" w:rsidRDefault="00D250B3" w:rsidP="00D250B3">
      <w:r>
        <w:t>Summary:</w:t>
      </w:r>
      <w:r w:rsidR="00065094">
        <w:t xml:space="preserve"> This video is about the powers of 10.  It goes through step by step on how to compute problems involving 10, 100, and 1000.  The video is simple and easy to understand.</w:t>
      </w:r>
    </w:p>
    <w:p w:rsidR="00D250B3" w:rsidRDefault="00D250B3" w:rsidP="00D250B3"/>
    <w:p w:rsidR="00D250B3" w:rsidRDefault="00D250B3" w:rsidP="00D250B3"/>
    <w:p w:rsidR="00D250B3" w:rsidRDefault="00D250B3" w:rsidP="00D250B3">
      <w:r>
        <w:t>Video 2: Title: __</w:t>
      </w:r>
      <w:r w:rsidR="00065094">
        <w:t>Aquarium Makers--- Futures Channel</w:t>
      </w:r>
    </w:p>
    <w:p w:rsidR="00D250B3" w:rsidRDefault="00D250B3" w:rsidP="00D250B3">
      <w:r>
        <w:t>Summary:</w:t>
      </w:r>
      <w:r w:rsidR="00065094">
        <w:t xml:space="preserve"> This video is about is about the creation of an aquarium.  It is narrated by a young man who builds aquariums.  He talks about the types of things needed in the aquariums he builds.</w:t>
      </w:r>
    </w:p>
    <w:p w:rsidR="00D250B3" w:rsidRDefault="00D250B3" w:rsidP="00D250B3"/>
    <w:p w:rsidR="00D250B3" w:rsidRDefault="00D250B3" w:rsidP="00D250B3"/>
    <w:p w:rsidR="00D250B3" w:rsidRDefault="00D250B3" w:rsidP="00D250B3">
      <w:r>
        <w:t xml:space="preserve">Video </w:t>
      </w:r>
      <w:r w:rsidR="0092453A">
        <w:t xml:space="preserve">3: Title: No More </w:t>
      </w:r>
      <w:proofErr w:type="spellStart"/>
      <w:r w:rsidR="0092453A">
        <w:t>King___School</w:t>
      </w:r>
      <w:proofErr w:type="spellEnd"/>
      <w:r w:rsidR="0092453A">
        <w:t xml:space="preserve"> house rock</w:t>
      </w:r>
    </w:p>
    <w:p w:rsidR="00D250B3" w:rsidRDefault="00D250B3" w:rsidP="00D250B3">
      <w:r>
        <w:t>Summary:</w:t>
      </w:r>
      <w:r w:rsidR="0092453A">
        <w:t xml:space="preserve"> This video is about the finding of the new world and the migration to it.  It is all a song about how the king ruled from across the ocean, the rebellion and the revolution.  It is a quick way to learn about the Tea Party and American Revolution.</w:t>
      </w:r>
    </w:p>
    <w:p w:rsidR="008D153B" w:rsidRDefault="008D153B" w:rsidP="00D250B3"/>
    <w:p w:rsidR="00D250B3" w:rsidRDefault="00D250B3" w:rsidP="00D250B3"/>
    <w:p w:rsidR="0092453A" w:rsidRDefault="00D250B3" w:rsidP="00D250B3">
      <w:r>
        <w:t xml:space="preserve">Video 4: Title: </w:t>
      </w:r>
      <w:r w:rsidR="0092453A" w:rsidRPr="0092453A">
        <w:t>Sieve of Eratosthenes</w:t>
      </w:r>
      <w:r w:rsidR="0092453A">
        <w:t>___</w:t>
      </w:r>
      <w:proofErr w:type="spellStart"/>
      <w:r w:rsidR="0092453A">
        <w:t>Watchknow</w:t>
      </w:r>
      <w:proofErr w:type="spellEnd"/>
    </w:p>
    <w:p w:rsidR="00D250B3" w:rsidRDefault="00D250B3" w:rsidP="00D250B3">
      <w:r>
        <w:t>Summary:</w:t>
      </w:r>
      <w:r w:rsidR="0092453A">
        <w:t xml:space="preserve"> This video is about finding prime numbers.  It walks you through the procedure of finding prime numbers under 100. It is quite simple and easy to understand.</w:t>
      </w:r>
    </w:p>
    <w:p w:rsidR="00D250B3" w:rsidRDefault="00D250B3" w:rsidP="00D250B3"/>
    <w:p w:rsidR="008D153B" w:rsidRDefault="008D153B" w:rsidP="00D250B3"/>
    <w:p w:rsidR="00D250B3" w:rsidRDefault="00D250B3" w:rsidP="00D250B3"/>
    <w:p w:rsidR="00D250B3" w:rsidRDefault="00D250B3" w:rsidP="00D250B3">
      <w:r>
        <w:t xml:space="preserve">Video 5: Title: </w:t>
      </w:r>
      <w:r w:rsidR="0092453A">
        <w:t xml:space="preserve">Mark </w:t>
      </w:r>
      <w:proofErr w:type="spellStart"/>
      <w:r w:rsidR="0092453A">
        <w:t>Kistler’s</w:t>
      </w:r>
      <w:proofErr w:type="spellEnd"/>
      <w:r w:rsidR="0092453A">
        <w:t xml:space="preserve"> art lessons__</w:t>
      </w:r>
    </w:p>
    <w:p w:rsidR="00D250B3" w:rsidRDefault="00D250B3" w:rsidP="00D250B3">
      <w:r>
        <w:t>Summary</w:t>
      </w:r>
      <w:r w:rsidR="0092453A">
        <w:t>: This video is a tutorial on drawing a box using dots to guide you on where to draw the lines.  It uses compass directions to align the lines on the box to make them parallel to create a box that is visually appealing.  The video also goes into how to shade the box.</w:t>
      </w:r>
      <w:bookmarkStart w:id="0" w:name="_GoBack"/>
      <w:bookmarkEnd w:id="0"/>
    </w:p>
    <w:sectPr w:rsidR="00D250B3" w:rsidSect="003437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0B3"/>
    <w:rsid w:val="00065094"/>
    <w:rsid w:val="003437C1"/>
    <w:rsid w:val="00883C40"/>
    <w:rsid w:val="008D153B"/>
    <w:rsid w:val="0092453A"/>
    <w:rsid w:val="00D25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7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7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DDDB5A8D.dotm</Template>
  <TotalTime>12</TotalTime>
  <Pages>1</Pages>
  <Words>201</Words>
  <Characters>1152</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arpeterson</dc:creator>
  <cp:keywords/>
  <dc:description/>
  <cp:lastModifiedBy>judillon</cp:lastModifiedBy>
  <cp:revision>2</cp:revision>
  <dcterms:created xsi:type="dcterms:W3CDTF">2012-04-17T14:31:00Z</dcterms:created>
  <dcterms:modified xsi:type="dcterms:W3CDTF">2012-04-17T14:31:00Z</dcterms:modified>
</cp:coreProperties>
</file>