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9E" w:rsidRPr="00851B9E" w:rsidRDefault="00851B9E" w:rsidP="00851B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b/>
          <w:bCs/>
          <w:color w:val="0000CC"/>
          <w:sz w:val="27"/>
          <w:szCs w:val="27"/>
        </w:rPr>
        <w:t xml:space="preserve">1.   </w:t>
      </w:r>
      <w:hyperlink r:id="rId6" w:history="1">
        <w:proofErr w:type="spellStart"/>
        <w:r w:rsidRPr="00851B9E">
          <w:rPr>
            <w:rStyle w:val="Hyperlink"/>
            <w:rFonts w:ascii="Times New Roman" w:eastAsia="Times New Roman" w:hAnsi="Times New Roman" w:cs="Times New Roman"/>
            <w:b/>
            <w:bCs/>
            <w:sz w:val="27"/>
            <w:szCs w:val="27"/>
          </w:rPr>
          <w:t>Youtube</w:t>
        </w:r>
        <w:proofErr w:type="spellEnd"/>
      </w:hyperlink>
    </w:p>
    <w:p w:rsidR="00851B9E" w:rsidRPr="00851B9E" w:rsidRDefault="00851B9E" w:rsidP="00851B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Search for and view a Bill Nye video.</w:t>
      </w:r>
    </w:p>
    <w:p w:rsidR="00851B9E" w:rsidRPr="00851B9E" w:rsidRDefault="00851B9E" w:rsidP="00851B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b/>
          <w:bCs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Give a brief summary of the video.</w:t>
      </w:r>
      <w:r w:rsidRPr="00851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1B9E" w:rsidRPr="00851B9E" w:rsidRDefault="00851B9E" w:rsidP="00851B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b/>
          <w:bCs/>
          <w:color w:val="0000CC"/>
          <w:sz w:val="27"/>
          <w:szCs w:val="27"/>
        </w:rPr>
        <w:t xml:space="preserve">2.   </w:t>
      </w:r>
      <w:hyperlink r:id="rId7" w:history="1">
        <w:r w:rsidRPr="00851B9E">
          <w:rPr>
            <w:rStyle w:val="Hyperlink"/>
            <w:rFonts w:ascii="Times New Roman" w:eastAsia="Times New Roman" w:hAnsi="Times New Roman" w:cs="Times New Roman"/>
            <w:b/>
            <w:bCs/>
            <w:sz w:val="27"/>
            <w:szCs w:val="27"/>
          </w:rPr>
          <w:t>How stuff works</w:t>
        </w:r>
      </w:hyperlink>
    </w:p>
    <w:p w:rsidR="00851B9E" w:rsidRPr="00851B9E" w:rsidRDefault="00851B9E" w:rsidP="00851B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b/>
          <w:bCs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Click on and read the third article.</w:t>
      </w:r>
      <w:r w:rsidRPr="00851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1B9E" w:rsidRPr="00851B9E" w:rsidRDefault="00851B9E" w:rsidP="00851B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b/>
          <w:bCs/>
          <w:sz w:val="27"/>
          <w:szCs w:val="27"/>
        </w:rPr>
        <w:t> </w:t>
      </w:r>
      <w:r w:rsidR="005D00F0">
        <w:rPr>
          <w:rFonts w:ascii="Times New Roman" w:eastAsia="Times New Roman" w:hAnsi="Times New Roman" w:cs="Times New Roman"/>
          <w:b/>
          <w:bCs/>
          <w:sz w:val="27"/>
          <w:szCs w:val="27"/>
        </w:rPr>
        <w:t>Write three sentences on what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you learn</w:t>
      </w:r>
      <w:r w:rsidR="005D00F0">
        <w:rPr>
          <w:rFonts w:ascii="Times New Roman" w:eastAsia="Times New Roman" w:hAnsi="Times New Roman" w:cs="Times New Roman"/>
          <w:b/>
          <w:bCs/>
          <w:sz w:val="27"/>
          <w:szCs w:val="27"/>
        </w:rPr>
        <w:t>ed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from it?</w:t>
      </w:r>
      <w:r w:rsidRPr="00851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1B9E" w:rsidRPr="00851B9E" w:rsidRDefault="00851B9E" w:rsidP="00851B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b/>
          <w:bCs/>
          <w:color w:val="0000CC"/>
          <w:sz w:val="27"/>
          <w:szCs w:val="27"/>
        </w:rPr>
        <w:t xml:space="preserve">3.   </w:t>
      </w:r>
      <w:hyperlink r:id="rId8" w:history="1">
        <w:r w:rsidR="005D00F0" w:rsidRPr="005D00F0">
          <w:rPr>
            <w:rStyle w:val="Hyperlink"/>
            <w:rFonts w:ascii="Times New Roman" w:eastAsia="Times New Roman" w:hAnsi="Times New Roman" w:cs="Times New Roman"/>
            <w:b/>
            <w:bCs/>
            <w:sz w:val="27"/>
            <w:szCs w:val="27"/>
          </w:rPr>
          <w:t>Harcourt Science Glossary</w:t>
        </w:r>
      </w:hyperlink>
    </w:p>
    <w:p w:rsidR="00851B9E" w:rsidRPr="00851B9E" w:rsidRDefault="005D00F0" w:rsidP="00851B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Find three words from three different letters and write down their definitions.</w:t>
      </w:r>
    </w:p>
    <w:p w:rsidR="00851B9E" w:rsidRPr="005D00F0" w:rsidRDefault="005D00F0" w:rsidP="00851B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0F0">
        <w:rPr>
          <w:rFonts w:ascii="Times New Roman" w:eastAsia="Times New Roman" w:hAnsi="Times New Roman" w:cs="Times New Roman"/>
          <w:b/>
          <w:sz w:val="24"/>
          <w:szCs w:val="24"/>
        </w:rPr>
        <w:t>Pick one word that you did not know and present it to the class.</w:t>
      </w:r>
    </w:p>
    <w:p w:rsidR="00851B9E" w:rsidRPr="00851B9E" w:rsidRDefault="00851B9E" w:rsidP="00851B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b/>
          <w:bCs/>
          <w:color w:val="0000CC"/>
          <w:sz w:val="27"/>
          <w:szCs w:val="27"/>
        </w:rPr>
        <w:t xml:space="preserve">4.   </w:t>
      </w:r>
      <w:hyperlink r:id="rId9" w:history="1">
        <w:r w:rsidR="005D00F0" w:rsidRPr="005D00F0">
          <w:rPr>
            <w:rStyle w:val="Hyperlink"/>
            <w:rFonts w:ascii="Times New Roman" w:eastAsia="Times New Roman" w:hAnsi="Times New Roman" w:cs="Times New Roman"/>
            <w:b/>
            <w:bCs/>
            <w:sz w:val="27"/>
            <w:szCs w:val="27"/>
          </w:rPr>
          <w:t>Science Bob</w:t>
        </w:r>
      </w:hyperlink>
    </w:p>
    <w:p w:rsidR="00851B9E" w:rsidRPr="00851B9E" w:rsidRDefault="005D00F0" w:rsidP="00851B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Watch a video.</w:t>
      </w:r>
    </w:p>
    <w:p w:rsidR="00851B9E" w:rsidRPr="00851B9E" w:rsidRDefault="005D00F0" w:rsidP="00851B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View an experiment and write about whether or not you would like to do it in class.</w:t>
      </w:r>
    </w:p>
    <w:p w:rsidR="00851B9E" w:rsidRPr="00851B9E" w:rsidRDefault="00851B9E" w:rsidP="00851B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b/>
          <w:bCs/>
          <w:color w:val="0000CC"/>
          <w:sz w:val="27"/>
          <w:szCs w:val="27"/>
        </w:rPr>
        <w:t xml:space="preserve">5.   </w:t>
      </w:r>
      <w:hyperlink r:id="rId10" w:history="1">
        <w:r w:rsidR="005D00F0" w:rsidRPr="005D00F0">
          <w:rPr>
            <w:rStyle w:val="Hyperlink"/>
            <w:rFonts w:ascii="Times New Roman" w:eastAsia="Times New Roman" w:hAnsi="Times New Roman" w:cs="Times New Roman"/>
            <w:b/>
            <w:bCs/>
            <w:sz w:val="27"/>
            <w:szCs w:val="27"/>
          </w:rPr>
          <w:t>National Geographic</w:t>
        </w:r>
      </w:hyperlink>
    </w:p>
    <w:p w:rsidR="00851B9E" w:rsidRPr="00851B9E" w:rsidRDefault="005D00F0" w:rsidP="00851B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Find and play one game.</w:t>
      </w:r>
    </w:p>
    <w:p w:rsidR="00851B9E" w:rsidRPr="00851B9E" w:rsidRDefault="005D00F0" w:rsidP="00851B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View two videos.</w:t>
      </w:r>
      <w:bookmarkStart w:id="0" w:name="_GoBack"/>
      <w:bookmarkEnd w:id="0"/>
    </w:p>
    <w:p w:rsidR="00851B9E" w:rsidRPr="00851B9E" w:rsidRDefault="00851B9E" w:rsidP="00851B9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16.35pt;height:.85pt" o:ole="">
            <v:imagedata r:id="rId11" o:title=""/>
          </v:shape>
          <w:control r:id="rId12" w:name="dddContent" w:shapeid="_x0000_i1033"/>
        </w:object>
      </w:r>
    </w:p>
    <w:p w:rsidR="00851B9E" w:rsidRPr="00851B9E" w:rsidRDefault="00851B9E" w:rsidP="0085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B9E" w:rsidRPr="00851B9E" w:rsidRDefault="00851B9E" w:rsidP="0085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5" type="#_x0000_t75" style="width:.85pt;height:.85pt" o:ole="">
            <v:imagedata r:id="rId13" o:title=""/>
          </v:shape>
          <w:control r:id="rId14" w:name="getAdsFl" w:shapeid="_x0000_i1035"/>
        </w:object>
      </w:r>
    </w:p>
    <w:p w:rsidR="00851B9E" w:rsidRPr="00851B9E" w:rsidRDefault="00851B9E" w:rsidP="0085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7" type="#_x0000_t75" style="width:115.55pt;height:30.15pt" o:ole="">
            <v:imagedata r:id="rId15" o:title=""/>
          </v:shape>
          <w:control r:id="rId16" w:name="easyInlineSwf" w:shapeid="_x0000_i1037"/>
        </w:object>
      </w:r>
    </w:p>
    <w:p w:rsidR="00851B9E" w:rsidRPr="00851B9E" w:rsidRDefault="00851B9E" w:rsidP="0085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B9E" w:rsidRPr="00851B9E" w:rsidRDefault="00851B9E" w:rsidP="0085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9" type="#_x0000_t75" style="width:.85pt;height:.85pt" o:ole="">
            <v:imagedata r:id="rId17" o:title=""/>
          </v:shape>
          <w:control r:id="rId18" w:name="faUnit1" w:shapeid="_x0000_i1039"/>
        </w:object>
      </w:r>
    </w:p>
    <w:p w:rsidR="00123CFF" w:rsidRDefault="00123CFF"/>
    <w:sectPr w:rsidR="00123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50ADD"/>
    <w:multiLevelType w:val="multilevel"/>
    <w:tmpl w:val="C708F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8A39AB"/>
    <w:multiLevelType w:val="multilevel"/>
    <w:tmpl w:val="38662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E429DE"/>
    <w:multiLevelType w:val="multilevel"/>
    <w:tmpl w:val="CE424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15703A"/>
    <w:multiLevelType w:val="multilevel"/>
    <w:tmpl w:val="45F4F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815807"/>
    <w:multiLevelType w:val="multilevel"/>
    <w:tmpl w:val="BAA4B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B9E"/>
    <w:rsid w:val="00123CFF"/>
    <w:rsid w:val="005D00F0"/>
    <w:rsid w:val="0085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1B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1B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7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3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courtschool.com/glossary/science07/index5.html" TargetMode="External"/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3" Type="http://schemas.microsoft.com/office/2007/relationships/stylesWithEffects" Target="stylesWithEffects.xml"/><Relationship Id="rId7" Type="http://schemas.openxmlformats.org/officeDocument/2006/relationships/hyperlink" Target="http://www.howstuffworks.com/" TargetMode="Externa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control" Target="activeX/activeX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youtube.com" TargetMode="Externa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10" Type="http://schemas.openxmlformats.org/officeDocument/2006/relationships/hyperlink" Target="http://www.nationalgeographic.com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ciencebob.com/index.php" TargetMode="External"/><Relationship Id="rId14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DDDB5A8D.dotm</Template>
  <TotalTime>22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judillon</dc:creator>
  <cp:keywords/>
  <dc:description/>
  <cp:lastModifiedBy>judillon</cp:lastModifiedBy>
  <cp:revision>2</cp:revision>
  <dcterms:created xsi:type="dcterms:W3CDTF">2012-04-12T14:25:00Z</dcterms:created>
  <dcterms:modified xsi:type="dcterms:W3CDTF">2012-04-17T14:11:00Z</dcterms:modified>
</cp:coreProperties>
</file>